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5143">
        <w:rPr>
          <w:rFonts w:ascii="Corbel" w:hAnsi="Corbel"/>
          <w:b/>
          <w:smallCaps/>
          <w:sz w:val="24"/>
          <w:szCs w:val="24"/>
        </w:rPr>
        <w:t>20</w:t>
      </w:r>
      <w:r w:rsidR="006B1D7A">
        <w:rPr>
          <w:rFonts w:ascii="Corbel" w:hAnsi="Corbel"/>
          <w:b/>
          <w:smallCaps/>
          <w:sz w:val="24"/>
          <w:szCs w:val="24"/>
        </w:rPr>
        <w:t>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6B1D7A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E42D51">
        <w:rPr>
          <w:rFonts w:ascii="Corbel" w:hAnsi="Corbel"/>
          <w:sz w:val="20"/>
          <w:szCs w:val="20"/>
        </w:rPr>
        <w:t xml:space="preserve">ok akademicki   </w:t>
      </w:r>
      <w:r w:rsidR="003B29C7">
        <w:rPr>
          <w:rFonts w:ascii="Corbel" w:hAnsi="Corbel"/>
          <w:sz w:val="20"/>
          <w:szCs w:val="20"/>
        </w:rPr>
        <w:t>202</w:t>
      </w:r>
      <w:r w:rsidR="006B1D7A">
        <w:rPr>
          <w:rFonts w:ascii="Corbel" w:hAnsi="Corbel"/>
          <w:sz w:val="20"/>
          <w:szCs w:val="20"/>
        </w:rPr>
        <w:t>1</w:t>
      </w:r>
      <w:r w:rsidR="003B29C7">
        <w:rPr>
          <w:rFonts w:ascii="Corbel" w:hAnsi="Corbel"/>
          <w:sz w:val="20"/>
          <w:szCs w:val="20"/>
        </w:rPr>
        <w:t>/202</w:t>
      </w:r>
      <w:r w:rsidR="006B1D7A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1"/>
        <w:gridCol w:w="4110"/>
      </w:tblGrid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110" w:type="dxa"/>
            <w:vAlign w:val="center"/>
          </w:tcPr>
          <w:p w:rsidR="0085747A" w:rsidRPr="009C54AE" w:rsidRDefault="00FC0B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Metody statystyczne w </w:t>
            </w:r>
            <w:r w:rsidR="00533261">
              <w:rPr>
                <w:rFonts w:ascii="Corbel" w:hAnsi="Corbel"/>
                <w:b w:val="0"/>
                <w:sz w:val="24"/>
                <w:szCs w:val="24"/>
              </w:rPr>
              <w:t>pomocy społecznej</w:t>
            </w:r>
          </w:p>
        </w:tc>
      </w:tr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110" w:type="dxa"/>
            <w:vAlign w:val="center"/>
          </w:tcPr>
          <w:p w:rsidR="0085747A" w:rsidRPr="009C54AE" w:rsidRDefault="0085555B" w:rsidP="0045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6135">
              <w:rPr>
                <w:rFonts w:ascii="Corbel" w:hAnsi="Corbel"/>
                <w:b w:val="0"/>
                <w:sz w:val="24"/>
                <w:szCs w:val="24"/>
              </w:rPr>
              <w:t>1S[4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456135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4561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110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110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110" w:type="dxa"/>
            <w:vAlign w:val="center"/>
          </w:tcPr>
          <w:p w:rsidR="0085747A" w:rsidRPr="009C54AE" w:rsidRDefault="0085555B" w:rsidP="00855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110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110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110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110" w:type="dxa"/>
            <w:vAlign w:val="center"/>
          </w:tcPr>
          <w:p w:rsidR="0085747A" w:rsidRPr="009C54AE" w:rsidRDefault="009C2DD9" w:rsidP="0045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C0BA7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56135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110" w:type="dxa"/>
            <w:vAlign w:val="center"/>
          </w:tcPr>
          <w:p w:rsidR="0085747A" w:rsidRPr="009C54AE" w:rsidRDefault="004561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C54AE" w:rsidTr="00E9411C">
        <w:tc>
          <w:tcPr>
            <w:tcW w:w="5671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110" w:type="dxa"/>
            <w:vAlign w:val="center"/>
          </w:tcPr>
          <w:p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110" w:type="dxa"/>
            <w:vAlign w:val="center"/>
          </w:tcPr>
          <w:p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:rsidTr="00E9411C">
        <w:tc>
          <w:tcPr>
            <w:tcW w:w="567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110" w:type="dxa"/>
            <w:vAlign w:val="center"/>
          </w:tcPr>
          <w:p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902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555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1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75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E941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B1D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ED2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="008C5C98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555B" w:rsidP="008555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 na poziomie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475F0" w:rsidRPr="009C54AE" w:rsidTr="00C121BE">
        <w:tc>
          <w:tcPr>
            <w:tcW w:w="851" w:type="dxa"/>
            <w:vAlign w:val="center"/>
          </w:tcPr>
          <w:p w:rsidR="008475F0" w:rsidRPr="009C54AE" w:rsidRDefault="008475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8475F0" w:rsidRPr="008475F0" w:rsidRDefault="008475F0" w:rsidP="00651E81">
            <w:pPr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 xml:space="preserve">Umiejętność samodzielnej analizy i interpretacji danych z zastosowaniem komputera </w:t>
            </w:r>
            <w:r w:rsidRPr="008475F0">
              <w:rPr>
                <w:rFonts w:ascii="Corbel" w:hAnsi="Corbel"/>
                <w:sz w:val="24"/>
                <w:szCs w:val="24"/>
              </w:rPr>
              <w:lastRenderedPageBreak/>
              <w:t>przy pomocy pakietu statystycznego.</w:t>
            </w:r>
          </w:p>
        </w:tc>
      </w:tr>
      <w:tr w:rsidR="008475F0" w:rsidRPr="009C54AE" w:rsidTr="00C121BE">
        <w:tc>
          <w:tcPr>
            <w:tcW w:w="851" w:type="dxa"/>
            <w:vAlign w:val="center"/>
          </w:tcPr>
          <w:p w:rsidR="008475F0" w:rsidRPr="009C54AE" w:rsidRDefault="008475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:rsidR="008475F0" w:rsidRPr="008475F0" w:rsidRDefault="008475F0" w:rsidP="00651E81">
            <w:pPr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Student powinien nabyć umiejętności sporządzania i czytania tabel krzyżowych, tworzenia indeksów i skal na podstawie danych empirycznych, wnioskowania statystycznego oraz zasadami pisania raportów z badań.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15049" w:rsidP="00F45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organizować i agregować dane niezbędne do analiz w pracy socjalnej</w:t>
            </w:r>
          </w:p>
        </w:tc>
        <w:tc>
          <w:tcPr>
            <w:tcW w:w="1873" w:type="dxa"/>
          </w:tcPr>
          <w:p w:rsidR="0085747A" w:rsidRPr="009C54AE" w:rsidRDefault="00F4521E" w:rsidP="00855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F2A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55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  <w:r w:rsidR="006B1D7A">
              <w:rPr>
                <w:rFonts w:ascii="Corbel" w:hAnsi="Corbel"/>
                <w:b w:val="0"/>
                <w:smallCaps w:val="0"/>
                <w:szCs w:val="24"/>
              </w:rPr>
              <w:t xml:space="preserve"> i pracy socjalnej</w:t>
            </w:r>
          </w:p>
        </w:tc>
        <w:tc>
          <w:tcPr>
            <w:tcW w:w="1873" w:type="dxa"/>
          </w:tcPr>
          <w:p w:rsidR="0085747A" w:rsidRPr="009C54AE" w:rsidRDefault="00F4521E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F2A4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:rsidTr="00923D7D">
        <w:tc>
          <w:tcPr>
            <w:tcW w:w="9639" w:type="dxa"/>
          </w:tcPr>
          <w:p w:rsidR="00ED25B1" w:rsidRPr="00ED25B1" w:rsidRDefault="00ED25B1" w:rsidP="0052791B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75F0" w:rsidRPr="009C54AE" w:rsidTr="00923D7D">
        <w:tc>
          <w:tcPr>
            <w:tcW w:w="9639" w:type="dxa"/>
          </w:tcPr>
          <w:p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="008475F0" w:rsidRPr="009C54AE" w:rsidTr="00923D7D">
        <w:tc>
          <w:tcPr>
            <w:tcW w:w="9639" w:type="dxa"/>
          </w:tcPr>
          <w:p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="008475F0" w:rsidRPr="009C54AE" w:rsidTr="00923D7D">
        <w:tc>
          <w:tcPr>
            <w:tcW w:w="9639" w:type="dxa"/>
          </w:tcPr>
          <w:p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="008475F0" w:rsidRPr="009C54AE" w:rsidTr="00923D7D">
        <w:tc>
          <w:tcPr>
            <w:tcW w:w="9639" w:type="dxa"/>
          </w:tcPr>
          <w:p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="008475F0" w:rsidRPr="009C54AE" w:rsidTr="00923D7D">
        <w:tc>
          <w:tcPr>
            <w:tcW w:w="9639" w:type="dxa"/>
          </w:tcPr>
          <w:p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5F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8475F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="008475F0" w:rsidRPr="009C54AE" w:rsidTr="00923D7D">
        <w:tc>
          <w:tcPr>
            <w:tcW w:w="9639" w:type="dxa"/>
          </w:tcPr>
          <w:p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="008475F0" w:rsidRPr="009C54AE" w:rsidTr="00923D7D">
        <w:tc>
          <w:tcPr>
            <w:tcW w:w="9639" w:type="dxa"/>
          </w:tcPr>
          <w:p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8475F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8475F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="008475F0" w:rsidRPr="009C54AE" w:rsidTr="00923D7D">
        <w:tc>
          <w:tcPr>
            <w:tcW w:w="9639" w:type="dxa"/>
          </w:tcPr>
          <w:p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Test chi kwadrat oraz współczynniki dla zmiennych nominalnych.</w:t>
            </w:r>
          </w:p>
        </w:tc>
      </w:tr>
      <w:tr w:rsidR="008475F0" w:rsidRPr="009C54AE" w:rsidTr="00923D7D">
        <w:tc>
          <w:tcPr>
            <w:tcW w:w="9639" w:type="dxa"/>
          </w:tcPr>
          <w:p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8475F0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8475F0">
              <w:rPr>
                <w:rFonts w:ascii="Corbel" w:hAnsi="Corbel"/>
                <w:sz w:val="24"/>
                <w:szCs w:val="24"/>
              </w:rPr>
              <w:t>, Pearsona)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4150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ED25B1">
        <w:rPr>
          <w:rFonts w:ascii="Corbel" w:hAnsi="Corbel"/>
          <w:b w:val="0"/>
          <w:smallCaps w:val="0"/>
          <w:szCs w:val="24"/>
        </w:rPr>
        <w:t>ykład z prezentacją, rozwiązywanie zadań, p</w:t>
      </w:r>
      <w:r w:rsidR="001C4489">
        <w:rPr>
          <w:rFonts w:ascii="Corbel" w:hAnsi="Corbel"/>
          <w:b w:val="0"/>
          <w:smallCaps w:val="0"/>
          <w:szCs w:val="24"/>
        </w:rPr>
        <w:t>raca w laboratorium</w:t>
      </w:r>
      <w:r w:rsidR="00FD0879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FD0879" w:rsidRDefault="00415049" w:rsidP="00415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29174D" w:rsidP="00DE56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22ADC" w:rsidRPr="009C54AE" w:rsidTr="00C05F44">
        <w:tc>
          <w:tcPr>
            <w:tcW w:w="1985" w:type="dxa"/>
          </w:tcPr>
          <w:p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522ADC" w:rsidRPr="009C54AE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22ADC" w:rsidRPr="0029174D" w:rsidRDefault="0029174D" w:rsidP="00522A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74D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15049" w:rsidP="00847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szCs w:val="24"/>
              </w:rPr>
              <w:t xml:space="preserve">Zaliczenie pisemne z praktycznej umiejętności posługiwania się </w:t>
            </w:r>
            <w:r w:rsidR="008475F0">
              <w:rPr>
                <w:rFonts w:ascii="Corbel" w:hAnsi="Corbel"/>
                <w:b w:val="0"/>
                <w:smallCaps w:val="0"/>
                <w:szCs w:val="24"/>
              </w:rPr>
              <w:t>pakietem statystycznym SPSS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6"/>
        <w:gridCol w:w="3543"/>
      </w:tblGrid>
      <w:tr w:rsidR="0085747A" w:rsidRPr="009C54AE" w:rsidTr="00E9411C">
        <w:tc>
          <w:tcPr>
            <w:tcW w:w="6096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43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E9411C">
        <w:tc>
          <w:tcPr>
            <w:tcW w:w="6096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543" w:type="dxa"/>
          </w:tcPr>
          <w:p w:rsidR="0085747A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E9411C">
        <w:tc>
          <w:tcPr>
            <w:tcW w:w="6096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43" w:type="dxa"/>
          </w:tcPr>
          <w:p w:rsidR="00C61DC5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E9411C">
        <w:tc>
          <w:tcPr>
            <w:tcW w:w="6096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43" w:type="dxa"/>
          </w:tcPr>
          <w:p w:rsidR="00C61DC5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E9411C">
        <w:tc>
          <w:tcPr>
            <w:tcW w:w="6096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43" w:type="dxa"/>
          </w:tcPr>
          <w:p w:rsidR="0085747A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:rsidTr="00E9411C">
        <w:tc>
          <w:tcPr>
            <w:tcW w:w="6096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43" w:type="dxa"/>
          </w:tcPr>
          <w:p w:rsidR="0085747A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969"/>
      </w:tblGrid>
      <w:tr w:rsidR="0085747A" w:rsidRPr="009C54AE" w:rsidTr="00E9411C">
        <w:trPr>
          <w:trHeight w:val="397"/>
        </w:trPr>
        <w:tc>
          <w:tcPr>
            <w:tcW w:w="425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E9411C">
        <w:trPr>
          <w:trHeight w:val="397"/>
        </w:trPr>
        <w:tc>
          <w:tcPr>
            <w:tcW w:w="425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85747A" w:rsidRPr="009C54AE" w:rsidTr="00E9411C">
        <w:trPr>
          <w:trHeight w:val="397"/>
        </w:trPr>
        <w:tc>
          <w:tcPr>
            <w:tcW w:w="992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80860" w:rsidRDefault="00080860" w:rsidP="0008086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Bedyńska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S., Brzezicka A. (red.) (2007).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Statystyczny drogowskaz: praktyczny poradnik analizy danych w naukach społecznych na przykładach z psychologii.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Warszawa: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Academica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080860" w:rsidRDefault="00080860" w:rsidP="0008086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Górniak J.,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Wachnicki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J. (2004).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Pierwsze kroki w analizie danych: SPSS PL for Windows</w:t>
            </w:r>
            <w:r>
              <w:rPr>
                <w:rStyle w:val="normaltextrun"/>
                <w:rFonts w:ascii="Corbel" w:hAnsi="Corbel" w:cs="Segoe UI"/>
                <w:color w:val="000000"/>
              </w:rPr>
              <w:t>. Kraków: SPSS Polska.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080860" w:rsidRDefault="00080860" w:rsidP="0008086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Nawojczyk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M. (2002).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Przewodnik po statystyce dla socjologów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Kraków: SPSS Polska.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080860" w:rsidRDefault="00080860" w:rsidP="0008086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Pusz P., Zaręba L. (2006),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Elementy statystyki</w:t>
            </w:r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Rzeszów: Fosze.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080860" w:rsidRDefault="00080860" w:rsidP="0008086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Starzyńska W. (red.). (2009).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Podstawy statystyki: podręcznik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Warszawa: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522ADC" w:rsidRPr="00080860" w:rsidRDefault="00080860" w:rsidP="0008086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Wieczorkowska G.(2003).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Statystyka. Wprowadzenie do analizy danych sondażowych i eksperymentalnych.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Warszawa: Scholar.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</w:tc>
      </w:tr>
      <w:tr w:rsidR="0085747A" w:rsidRPr="009C54AE" w:rsidTr="00E9411C">
        <w:trPr>
          <w:trHeight w:val="397"/>
        </w:trPr>
        <w:tc>
          <w:tcPr>
            <w:tcW w:w="992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80860" w:rsidRDefault="00080860" w:rsidP="0008086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Jóźwiak J., Podgórski J. (2012).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Statystyka od podstaw</w:t>
            </w:r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normaltextrun"/>
                <w:rFonts w:ascii="Corbel" w:hAnsi="Corbel" w:cs="Segoe UI"/>
              </w:rPr>
              <w:t>Warszawa: Polskie Wydawnictwo Ekonomiczne.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080860" w:rsidRDefault="00080860" w:rsidP="0008086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Malikowski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M., Niezgoda M. (red.). (1997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). Badania empiryczne w socjologii</w:t>
            </w:r>
            <w:r>
              <w:rPr>
                <w:rStyle w:val="normaltextrun"/>
                <w:rFonts w:ascii="Corbel" w:hAnsi="Corbel" w:cs="Segoe UI"/>
                <w:color w:val="000000"/>
              </w:rPr>
              <w:t> t.1 i t.2. Tyczyn: Wyższa Szkoła Społeczno-Gospodarcza.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080860" w:rsidRDefault="00080860" w:rsidP="0008086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  <w:color w:val="000000"/>
              </w:rPr>
              <w:t>Pavkov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T. W., Pierce K. A. (2005).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Do biegu, gotowi - start! Wprowadzenie do SPSS dla Windows</w:t>
            </w:r>
            <w:r>
              <w:rPr>
                <w:rStyle w:val="normaltextrun"/>
                <w:rFonts w:ascii="Corbel" w:hAnsi="Corbel" w:cs="Segoe UI"/>
                <w:color w:val="000000"/>
              </w:rPr>
              <w:t xml:space="preserve">. </w:t>
            </w:r>
            <w:r>
              <w:rPr>
                <w:rStyle w:val="normaltextrun"/>
                <w:rFonts w:ascii="Corbel" w:hAnsi="Corbel" w:cs="Segoe UI"/>
                <w:color w:val="000000"/>
              </w:rPr>
              <w:lastRenderedPageBreak/>
              <w:t>Gdańsk: Gdańskie Wydawnictwo Psychologiczne. https://docplayer.pl/9423943-T-qwp-do-biegu-gotowi-start-wprowadzenie-do-spss-dla-windows-thomas-w-pavkov-kent-a-pierce-przeklad-jacek-buczny.html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080860" w:rsidRDefault="00080860" w:rsidP="0008086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Sobczyk M. (2010).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Statystyka opisowa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Warszawa: C. H. Beck.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080860" w:rsidRDefault="00080860" w:rsidP="0008086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Sztumski J. (2020).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Wstęp do metod i technik badań społecznych</w:t>
            </w:r>
            <w:r>
              <w:rPr>
                <w:rStyle w:val="normaltextrun"/>
                <w:rFonts w:ascii="Corbel" w:hAnsi="Corbel" w:cs="Segoe UI"/>
                <w:color w:val="000000"/>
              </w:rPr>
              <w:t>.</w:t>
            </w:r>
            <w:r>
              <w:rPr>
                <w:rStyle w:val="normaltextrun"/>
                <w:rFonts w:ascii="Lato" w:hAnsi="Lato" w:cs="Lato"/>
                <w:color w:val="212121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Katowice: Śląsk.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522ADC" w:rsidRPr="00DE5658" w:rsidRDefault="00522ADC" w:rsidP="00E94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1D9" w:rsidRDefault="00D331D9" w:rsidP="00C16ABF">
      <w:pPr>
        <w:spacing w:after="0" w:line="240" w:lineRule="auto"/>
      </w:pPr>
      <w:r>
        <w:separator/>
      </w:r>
    </w:p>
  </w:endnote>
  <w:endnote w:type="continuationSeparator" w:id="0">
    <w:p w:rsidR="00D331D9" w:rsidRDefault="00D331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1D9" w:rsidRDefault="00D331D9" w:rsidP="00C16ABF">
      <w:pPr>
        <w:spacing w:after="0" w:line="240" w:lineRule="auto"/>
      </w:pPr>
      <w:r>
        <w:separator/>
      </w:r>
    </w:p>
  </w:footnote>
  <w:footnote w:type="continuationSeparator" w:id="0">
    <w:p w:rsidR="00D331D9" w:rsidRDefault="00D331D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U0MjIxN7U0MDdT0lEKTi0uzszPAykwrAUAQsxQkiwAAAA="/>
  </w:docVars>
  <w:rsids>
    <w:rsidRoot w:val="00BD66E9"/>
    <w:rsid w:val="000048FD"/>
    <w:rsid w:val="000077B4"/>
    <w:rsid w:val="000154D6"/>
    <w:rsid w:val="00015B8F"/>
    <w:rsid w:val="00022ECE"/>
    <w:rsid w:val="00042A51"/>
    <w:rsid w:val="00042D2E"/>
    <w:rsid w:val="00044C82"/>
    <w:rsid w:val="00070ED6"/>
    <w:rsid w:val="000742DC"/>
    <w:rsid w:val="0008086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02B00"/>
    <w:rsid w:val="00124BFF"/>
    <w:rsid w:val="0012560E"/>
    <w:rsid w:val="00127108"/>
    <w:rsid w:val="00134B13"/>
    <w:rsid w:val="00146BC0"/>
    <w:rsid w:val="00153C41"/>
    <w:rsid w:val="00154381"/>
    <w:rsid w:val="00162113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104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74D"/>
    <w:rsid w:val="002924B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A4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29C7"/>
    <w:rsid w:val="003C0BAE"/>
    <w:rsid w:val="003D18A9"/>
    <w:rsid w:val="003D6CE2"/>
    <w:rsid w:val="003E1941"/>
    <w:rsid w:val="003E2FE6"/>
    <w:rsid w:val="003E49D5"/>
    <w:rsid w:val="003F205D"/>
    <w:rsid w:val="003F38C0"/>
    <w:rsid w:val="003F5D7B"/>
    <w:rsid w:val="00414E3C"/>
    <w:rsid w:val="00415049"/>
    <w:rsid w:val="0042244A"/>
    <w:rsid w:val="0042745A"/>
    <w:rsid w:val="00431D5C"/>
    <w:rsid w:val="004362C6"/>
    <w:rsid w:val="00437FA2"/>
    <w:rsid w:val="00445970"/>
    <w:rsid w:val="0045613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3261"/>
    <w:rsid w:val="005363C4"/>
    <w:rsid w:val="00536BDE"/>
    <w:rsid w:val="00543ACC"/>
    <w:rsid w:val="0056696D"/>
    <w:rsid w:val="0059484D"/>
    <w:rsid w:val="005A0855"/>
    <w:rsid w:val="005A3196"/>
    <w:rsid w:val="005B1FF3"/>
    <w:rsid w:val="005C080F"/>
    <w:rsid w:val="005C55E5"/>
    <w:rsid w:val="005C696A"/>
    <w:rsid w:val="005D53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1D7A"/>
    <w:rsid w:val="006B5C82"/>
    <w:rsid w:val="006C1C5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C7B"/>
    <w:rsid w:val="007F4155"/>
    <w:rsid w:val="0081554D"/>
    <w:rsid w:val="0081707E"/>
    <w:rsid w:val="00826936"/>
    <w:rsid w:val="0083580A"/>
    <w:rsid w:val="008449B3"/>
    <w:rsid w:val="008475F0"/>
    <w:rsid w:val="008552A2"/>
    <w:rsid w:val="0085555B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359BF"/>
    <w:rsid w:val="009508DF"/>
    <w:rsid w:val="00950DAC"/>
    <w:rsid w:val="00954A07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B85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2C9"/>
    <w:rsid w:val="00C94B98"/>
    <w:rsid w:val="00CA2B96"/>
    <w:rsid w:val="00CA5089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31D9"/>
    <w:rsid w:val="00D352C9"/>
    <w:rsid w:val="00D425B2"/>
    <w:rsid w:val="00D428D6"/>
    <w:rsid w:val="00D552B2"/>
    <w:rsid w:val="00D608D1"/>
    <w:rsid w:val="00D74119"/>
    <w:rsid w:val="00D8075B"/>
    <w:rsid w:val="00D86135"/>
    <w:rsid w:val="00D8678B"/>
    <w:rsid w:val="00D975D2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258E9"/>
    <w:rsid w:val="00E42D51"/>
    <w:rsid w:val="00E51E44"/>
    <w:rsid w:val="00E63348"/>
    <w:rsid w:val="00E742AA"/>
    <w:rsid w:val="00E77E88"/>
    <w:rsid w:val="00E8107D"/>
    <w:rsid w:val="00E9411C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70AB"/>
    <w:rsid w:val="00F14B3B"/>
    <w:rsid w:val="00F17567"/>
    <w:rsid w:val="00F27A7B"/>
    <w:rsid w:val="00F4521E"/>
    <w:rsid w:val="00F526AF"/>
    <w:rsid w:val="00F617C3"/>
    <w:rsid w:val="00F7066B"/>
    <w:rsid w:val="00F7219D"/>
    <w:rsid w:val="00F83B28"/>
    <w:rsid w:val="00F93157"/>
    <w:rsid w:val="00F974DA"/>
    <w:rsid w:val="00FA46E5"/>
    <w:rsid w:val="00FB7DBA"/>
    <w:rsid w:val="00FC0BA7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80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080860"/>
  </w:style>
  <w:style w:type="character" w:customStyle="1" w:styleId="normaltextrun">
    <w:name w:val="normaltextrun"/>
    <w:basedOn w:val="Domylnaczcionkaakapitu"/>
    <w:rsid w:val="00080860"/>
  </w:style>
  <w:style w:type="character" w:customStyle="1" w:styleId="eop">
    <w:name w:val="eop"/>
    <w:basedOn w:val="Domylnaczcionkaakapitu"/>
    <w:rsid w:val="000808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D40DE7-A1E6-4795-AD42-BB2EF6574C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FAAA35-E1A9-4281-A843-9039D7BD0C38}"/>
</file>

<file path=customXml/itemProps3.xml><?xml version="1.0" encoding="utf-8"?>
<ds:datastoreItem xmlns:ds="http://schemas.openxmlformats.org/officeDocument/2006/customXml" ds:itemID="{E8EB278B-EA8A-4FCC-B67D-AFACB5DE5C5B}"/>
</file>

<file path=customXml/itemProps4.xml><?xml version="1.0" encoding="utf-8"?>
<ds:datastoreItem xmlns:ds="http://schemas.openxmlformats.org/officeDocument/2006/customXml" ds:itemID="{1019F6DE-9928-4BB0-BEE8-EBD2DDB120B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2019-12-17T10:01:00Z</cp:lastPrinted>
  <dcterms:created xsi:type="dcterms:W3CDTF">2021-10-01T09:46:00Z</dcterms:created>
  <dcterms:modified xsi:type="dcterms:W3CDTF">2021-10-01T09:46:00Z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